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DC0635" w:rsidP="007F3534">
      <w:pPr>
        <w:pBdr>
          <w:top w:val="single" w:sz="4" w:space="1" w:color="auto"/>
        </w:pBdr>
        <w:ind w:left="284"/>
        <w:jc w:val="both"/>
        <w:rPr>
          <w:bCs w:val="0"/>
          <w:sz w:val="24"/>
          <w:szCs w:val="24"/>
        </w:rPr>
      </w:pPr>
      <w:r>
        <w:rPr>
          <w:bCs w:val="0"/>
          <w:sz w:val="24"/>
          <w:szCs w:val="24"/>
        </w:rPr>
        <w:t>19</w:t>
      </w:r>
      <w:r w:rsidR="00972DAA" w:rsidRPr="00972DAA">
        <w:rPr>
          <w:bCs w:val="0"/>
          <w:sz w:val="24"/>
          <w:szCs w:val="24"/>
        </w:rPr>
        <w:t>.0</w:t>
      </w:r>
      <w:r>
        <w:rPr>
          <w:bCs w:val="0"/>
          <w:sz w:val="24"/>
          <w:szCs w:val="24"/>
        </w:rPr>
        <w:t>9</w:t>
      </w:r>
      <w:r w:rsidR="00972DAA"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405CCB" w:rsidRDefault="00D81355" w:rsidP="009A52CD">
      <w:pPr>
        <w:spacing w:line="300" w:lineRule="exact"/>
        <w:ind w:firstLine="709"/>
        <w:jc w:val="both"/>
        <w:rPr>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DC0635" w:rsidRPr="00DC0635">
        <w:t>«О внесении изменений в отдельные законы Новосибирской области, регулирующие порядок подготовки и проведения выборов и референдумов в Новосибирской области»</w:t>
      </w:r>
      <w:bookmarkStart w:id="0" w:name="_GoBack"/>
      <w:bookmarkEnd w:id="0"/>
      <w:r w:rsidR="000B48FD" w:rsidRPr="00405CCB">
        <w:rPr>
          <w:bCs w:val="0"/>
        </w:rPr>
        <w:t>.</w:t>
      </w:r>
    </w:p>
    <w:p w:rsidR="00A5310B" w:rsidRDefault="00D81355" w:rsidP="002F3FB4">
      <w:pPr>
        <w:spacing w:line="300" w:lineRule="exact"/>
        <w:ind w:firstLine="708"/>
        <w:jc w:val="both"/>
        <w:rPr>
          <w:bCs w:val="0"/>
          <w:szCs w:val="20"/>
        </w:rPr>
      </w:pPr>
      <w:r w:rsidRPr="00D81355">
        <w:rPr>
          <w:bCs w:val="0"/>
          <w:szCs w:val="20"/>
        </w:rPr>
        <w:t>Представителем комитета на всех стадиях рассмотрения указанного законопроекта в Законодательном Собрании Новосибирской области назначен председател</w:t>
      </w:r>
      <w:r w:rsidR="00CC7CE2">
        <w:rPr>
          <w:bCs w:val="0"/>
          <w:szCs w:val="20"/>
        </w:rPr>
        <w:t>ь</w:t>
      </w:r>
      <w:r w:rsidRPr="00D81355">
        <w:rPr>
          <w:bCs w:val="0"/>
          <w:szCs w:val="20"/>
        </w:rPr>
        <w:t xml:space="preserve"> комитета по государственной политике, законодательству и местному самоуправлению, депутат </w:t>
      </w:r>
      <w:r w:rsidR="00CC7CE2">
        <w:rPr>
          <w:bCs w:val="0"/>
          <w:szCs w:val="20"/>
        </w:rPr>
        <w:t>Умербаев Игорь Равильевич</w:t>
      </w:r>
      <w:r w:rsidR="002F3FB4" w:rsidRPr="002F3FB4">
        <w:rPr>
          <w:bCs w:val="0"/>
          <w:szCs w:val="20"/>
        </w:rPr>
        <w:t xml:space="preserve">.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AFA" w:rsidRDefault="00341AFA">
      <w:r>
        <w:separator/>
      </w:r>
    </w:p>
  </w:endnote>
  <w:endnote w:type="continuationSeparator" w:id="0">
    <w:p w:rsidR="00341AFA" w:rsidRDefault="0034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AFA" w:rsidRDefault="00341AFA">
      <w:r>
        <w:separator/>
      </w:r>
    </w:p>
  </w:footnote>
  <w:footnote w:type="continuationSeparator" w:id="0">
    <w:p w:rsidR="00341AFA" w:rsidRDefault="00341A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1739B"/>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E5380"/>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0467"/>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1AFA"/>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5CCB"/>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0754D"/>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85E63"/>
    <w:rsid w:val="00C90F52"/>
    <w:rsid w:val="00C92C99"/>
    <w:rsid w:val="00C92F9E"/>
    <w:rsid w:val="00C96DE6"/>
    <w:rsid w:val="00C97B7C"/>
    <w:rsid w:val="00CB3E83"/>
    <w:rsid w:val="00CC0F91"/>
    <w:rsid w:val="00CC10A6"/>
    <w:rsid w:val="00CC7CE2"/>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C0635"/>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2D420"/>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56C50-C168-4CE8-91AC-83D8F2282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265</Words>
  <Characters>1511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2023-06-19T10:15:00Z</cp:lastPrinted>
  <dcterms:created xsi:type="dcterms:W3CDTF">2023-08-28T05:26:00Z</dcterms:created>
  <dcterms:modified xsi:type="dcterms:W3CDTF">2023-08-28T05:26:00Z</dcterms:modified>
</cp:coreProperties>
</file>